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52D90" w14:textId="6F47CC68" w:rsidR="001905C9" w:rsidRPr="00900DD6" w:rsidRDefault="00470E7B">
      <w:pPr>
        <w:rPr>
          <w:b/>
        </w:rPr>
      </w:pPr>
      <w:bookmarkStart w:id="0" w:name="_GoBack"/>
      <w:bookmarkEnd w:id="0"/>
      <w:r w:rsidRPr="00900DD6">
        <w:rPr>
          <w:b/>
        </w:rPr>
        <w:t>MEMO</w:t>
      </w:r>
    </w:p>
    <w:p w14:paraId="7501A727" w14:textId="77777777" w:rsidR="001905C9" w:rsidRDefault="001905C9"/>
    <w:p w14:paraId="5B768C10" w14:textId="77777777" w:rsidR="001905C9" w:rsidRDefault="001905C9" w:rsidP="00250088">
      <w:pPr>
        <w:tabs>
          <w:tab w:val="left" w:pos="1080"/>
        </w:tabs>
      </w:pPr>
      <w:r w:rsidRPr="00900DD6">
        <w:rPr>
          <w:b/>
        </w:rPr>
        <w:t>To:</w:t>
      </w:r>
      <w:r w:rsidRPr="00900DD6">
        <w:rPr>
          <w:b/>
        </w:rPr>
        <w:tab/>
      </w:r>
      <w:r>
        <w:t>Travel Directors</w:t>
      </w:r>
    </w:p>
    <w:p w14:paraId="6DE81641" w14:textId="77777777" w:rsidR="001905C9" w:rsidRDefault="001905C9" w:rsidP="00250088">
      <w:pPr>
        <w:tabs>
          <w:tab w:val="left" w:pos="1080"/>
        </w:tabs>
      </w:pPr>
      <w:r w:rsidRPr="00900DD6">
        <w:rPr>
          <w:b/>
        </w:rPr>
        <w:t>From:</w:t>
      </w:r>
      <w:r w:rsidRPr="00900DD6">
        <w:rPr>
          <w:b/>
        </w:rPr>
        <w:tab/>
      </w:r>
      <w:r>
        <w:t xml:space="preserve">Nick </w:t>
      </w:r>
      <w:proofErr w:type="spellStart"/>
      <w:r>
        <w:t>Klassen</w:t>
      </w:r>
      <w:proofErr w:type="spellEnd"/>
    </w:p>
    <w:p w14:paraId="7BAAB0A6" w14:textId="77777777" w:rsidR="001905C9" w:rsidRDefault="001905C9" w:rsidP="00250088">
      <w:pPr>
        <w:tabs>
          <w:tab w:val="left" w:pos="1080"/>
        </w:tabs>
      </w:pPr>
      <w:r w:rsidRPr="00900DD6">
        <w:rPr>
          <w:b/>
        </w:rPr>
        <w:t>Subject:</w:t>
      </w:r>
      <w:r>
        <w:tab/>
        <w:t>Monthly Meetings</w:t>
      </w:r>
    </w:p>
    <w:p w14:paraId="5E47C5DE" w14:textId="77777777" w:rsidR="001905C9" w:rsidRDefault="001905C9" w:rsidP="00250088">
      <w:pPr>
        <w:pBdr>
          <w:top w:val="single" w:sz="4" w:space="1" w:color="auto"/>
        </w:pBdr>
      </w:pPr>
    </w:p>
    <w:p w14:paraId="027EAF57" w14:textId="77777777" w:rsidR="001905C9" w:rsidRDefault="001905C9" w:rsidP="00250088">
      <w:pPr>
        <w:pBdr>
          <w:top w:val="single" w:sz="4" w:space="1" w:color="auto"/>
        </w:pBdr>
      </w:pPr>
      <w:r>
        <w:t xml:space="preserve">David Singh has just informed me that </w:t>
      </w:r>
      <w:r w:rsidRPr="00E84839">
        <w:rPr>
          <w:i/>
        </w:rPr>
        <w:t>Live Meeting</w:t>
      </w:r>
      <w:r>
        <w:t xml:space="preserve"> has been set up for us to web conference instead of using the telephone.</w:t>
      </w:r>
    </w:p>
    <w:p w14:paraId="51196057" w14:textId="77777777" w:rsidR="001905C9" w:rsidRDefault="001905C9" w:rsidP="00250088">
      <w:pPr>
        <w:pBdr>
          <w:top w:val="single" w:sz="4" w:space="1" w:color="auto"/>
        </w:pBdr>
      </w:pPr>
      <w:r>
        <w:t>David will send a notice to all staff with instructions on how to download this software from the Microsoft web site, as well as how to install and set up on our systems.</w:t>
      </w:r>
    </w:p>
    <w:p w14:paraId="5591CB3D" w14:textId="77777777" w:rsidR="001905C9" w:rsidRDefault="001905C9" w:rsidP="00250088">
      <w:pPr>
        <w:pBdr>
          <w:top w:val="single" w:sz="4" w:space="1" w:color="auto"/>
        </w:pBdr>
      </w:pPr>
      <w:r>
        <w:t>We will then receive training on how to use this to make presentations via the web for prospective and existing customers.</w:t>
      </w:r>
    </w:p>
    <w:p w14:paraId="552EC7A3" w14:textId="77777777" w:rsidR="001905C9" w:rsidRDefault="001905C9" w:rsidP="00250088">
      <w:pPr>
        <w:pBdr>
          <w:top w:val="single" w:sz="4" w:space="1" w:color="auto"/>
        </w:pBdr>
      </w:pPr>
    </w:p>
    <w:sectPr w:rsidR="001905C9" w:rsidSect="007243C9">
      <w:pgSz w:w="12240" w:h="15840"/>
      <w:pgMar w:top="1440" w:right="1440" w:bottom="1440" w:left="1440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088"/>
    <w:rsid w:val="001905C9"/>
    <w:rsid w:val="00250088"/>
    <w:rsid w:val="003A5BC2"/>
    <w:rsid w:val="00470E7B"/>
    <w:rsid w:val="004C1061"/>
    <w:rsid w:val="0057466E"/>
    <w:rsid w:val="00590912"/>
    <w:rsid w:val="0061451E"/>
    <w:rsid w:val="00664988"/>
    <w:rsid w:val="007243C9"/>
    <w:rsid w:val="00876C6E"/>
    <w:rsid w:val="00900DD6"/>
    <w:rsid w:val="009C3A2C"/>
    <w:rsid w:val="00B00A4C"/>
    <w:rsid w:val="00B7400A"/>
    <w:rsid w:val="00CA10B1"/>
    <w:rsid w:val="00CF5FB2"/>
    <w:rsid w:val="00E84839"/>
    <w:rsid w:val="00EF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1EA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649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locked="1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649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95C591BD7FF489F2E26EB4AB507B4" ma:contentTypeVersion="5" ma:contentTypeDescription="Create a new document." ma:contentTypeScope="" ma:versionID="1d284b2f2dea477e315c10bf79cea57b">
  <xsd:schema xmlns:xsd="http://www.w3.org/2001/XMLSchema" xmlns:xs="http://www.w3.org/2001/XMLSchema" xmlns:p="http://schemas.microsoft.com/office/2006/metadata/properties" xmlns:ns2="883a71e5-ff97-4bc7-a486-c8f90c59f61a" xmlns:ns3="df7082a4-d59d-4c0d-bc35-281886f2f0d9" targetNamespace="http://schemas.microsoft.com/office/2006/metadata/properties" ma:root="true" ma:fieldsID="c78c49b104e4cb97e24a4083bcce235a" ns2:_="" ns3:_="">
    <xsd:import namespace="883a71e5-ff97-4bc7-a486-c8f90c59f61a"/>
    <xsd:import namespace="df7082a4-d59d-4c0d-bc35-281886f2f0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a71e5-ff97-4bc7-a486-c8f90c59f6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082a4-d59d-4c0d-bc35-281886f2f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7CBF91-57A2-4BF1-B1FE-FD5AE959D7A8}"/>
</file>

<file path=customXml/itemProps2.xml><?xml version="1.0" encoding="utf-8"?>
<ds:datastoreItem xmlns:ds="http://schemas.openxmlformats.org/officeDocument/2006/customXml" ds:itemID="{CE52F402-2E7E-47FE-AD86-CDC39E70B5EB}"/>
</file>

<file path=customXml/itemProps3.xml><?xml version="1.0" encoding="utf-8"?>
<ds:datastoreItem xmlns:ds="http://schemas.openxmlformats.org/officeDocument/2006/customXml" ds:itemID="{00D42172-E66F-40E8-BC6F-7437CB7EC0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</vt:lpstr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CCI Learning Solutions Inc.</dc:creator>
  <cp:lastModifiedBy>Tolano Adventures</cp:lastModifiedBy>
  <cp:revision>4</cp:revision>
  <dcterms:created xsi:type="dcterms:W3CDTF">2010-04-01T20:57:00Z</dcterms:created>
  <dcterms:modified xsi:type="dcterms:W3CDTF">2010-04-27T17:51:00Z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0x01010080895C591BD7FF489F2E26EB4AB507B4</vt:lpwstr>
  </property>
</Properties>
</file>